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869B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5CF9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D52564" w14:textId="4BAA232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4105B" w:rsidRPr="002829B0">
        <w:rPr>
          <w:rFonts w:ascii="Corbel" w:hAnsi="Corbel"/>
          <w:b/>
          <w:smallCaps/>
          <w:sz w:val="24"/>
          <w:szCs w:val="24"/>
        </w:rPr>
        <w:t>2020-2023</w:t>
      </w:r>
    </w:p>
    <w:p w14:paraId="42083110" w14:textId="1E510FE2" w:rsidR="00445970" w:rsidRPr="00EA4832" w:rsidRDefault="00445970" w:rsidP="00E331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4105B" w:rsidRPr="002829B0">
        <w:rPr>
          <w:rFonts w:ascii="Corbel" w:hAnsi="Corbel"/>
          <w:sz w:val="20"/>
          <w:szCs w:val="20"/>
        </w:rPr>
        <w:t>202</w:t>
      </w:r>
      <w:r w:rsidR="00BB086C">
        <w:rPr>
          <w:rFonts w:ascii="Corbel" w:hAnsi="Corbel"/>
          <w:sz w:val="20"/>
          <w:szCs w:val="20"/>
        </w:rPr>
        <w:t>1</w:t>
      </w:r>
      <w:r w:rsidR="00B4105B" w:rsidRPr="002829B0">
        <w:rPr>
          <w:rFonts w:ascii="Corbel" w:hAnsi="Corbel"/>
          <w:sz w:val="20"/>
          <w:szCs w:val="20"/>
        </w:rPr>
        <w:t>/202</w:t>
      </w:r>
      <w:r w:rsidR="00BB086C">
        <w:rPr>
          <w:rFonts w:ascii="Corbel" w:hAnsi="Corbel"/>
          <w:sz w:val="20"/>
          <w:szCs w:val="20"/>
        </w:rPr>
        <w:t>2</w:t>
      </w:r>
    </w:p>
    <w:p w14:paraId="4F4F14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D026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AC5269" w14:textId="77777777" w:rsidTr="669FA6FC">
        <w:tc>
          <w:tcPr>
            <w:tcW w:w="2694" w:type="dxa"/>
            <w:vAlign w:val="center"/>
          </w:tcPr>
          <w:p w14:paraId="7770CB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4087F3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="0085747A" w:rsidRPr="009C54AE" w14:paraId="5137BFD9" w14:textId="77777777" w:rsidTr="669FA6FC">
        <w:tc>
          <w:tcPr>
            <w:tcW w:w="2694" w:type="dxa"/>
            <w:vAlign w:val="center"/>
          </w:tcPr>
          <w:p w14:paraId="40E27D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0404C4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B57D7B6" w14:textId="77777777" w:rsidTr="669FA6FC">
        <w:tc>
          <w:tcPr>
            <w:tcW w:w="2694" w:type="dxa"/>
            <w:vAlign w:val="center"/>
          </w:tcPr>
          <w:p w14:paraId="62C7D0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8B5C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3451E" w:rsidRPr="009C54AE" w14:paraId="2EEB4517" w14:textId="77777777" w:rsidTr="669FA6FC">
        <w:tc>
          <w:tcPr>
            <w:tcW w:w="2694" w:type="dxa"/>
            <w:vAlign w:val="center"/>
          </w:tcPr>
          <w:p w14:paraId="03FB2B4D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B8D5B4" w14:textId="651E8EE4" w:rsidR="00F3451E" w:rsidRPr="00675C79" w:rsidRDefault="000E01B9" w:rsidP="00F3451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451E" w:rsidRPr="009C54AE" w14:paraId="3846D660" w14:textId="77777777" w:rsidTr="669FA6FC">
        <w:tc>
          <w:tcPr>
            <w:tcW w:w="2694" w:type="dxa"/>
            <w:vAlign w:val="center"/>
          </w:tcPr>
          <w:p w14:paraId="12C65003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F82F99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F1EF4C3" w14:textId="77777777" w:rsidTr="669FA6FC">
        <w:tc>
          <w:tcPr>
            <w:tcW w:w="2694" w:type="dxa"/>
            <w:vAlign w:val="center"/>
          </w:tcPr>
          <w:p w14:paraId="109AF9E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17194" w14:textId="2A67B4C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F19473" w14:textId="77777777" w:rsidTr="669FA6FC">
        <w:tc>
          <w:tcPr>
            <w:tcW w:w="2694" w:type="dxa"/>
            <w:vAlign w:val="center"/>
          </w:tcPr>
          <w:p w14:paraId="51A0A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315E0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9ADF9BD" w14:textId="77777777" w:rsidTr="669FA6FC">
        <w:tc>
          <w:tcPr>
            <w:tcW w:w="2694" w:type="dxa"/>
            <w:vAlign w:val="center"/>
          </w:tcPr>
          <w:p w14:paraId="01D8F2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C943" w14:textId="077DC4AA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415CA3" w14:textId="77777777" w:rsidTr="669FA6FC">
        <w:tc>
          <w:tcPr>
            <w:tcW w:w="2694" w:type="dxa"/>
            <w:vAlign w:val="center"/>
          </w:tcPr>
          <w:p w14:paraId="5252B5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1859FF" w14:textId="77777777" w:rsidR="0085747A" w:rsidRPr="009C54AE" w:rsidRDefault="00F34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41C8F0E" w14:textId="77777777" w:rsidTr="669FA6FC">
        <w:tc>
          <w:tcPr>
            <w:tcW w:w="2694" w:type="dxa"/>
            <w:vAlign w:val="center"/>
          </w:tcPr>
          <w:p w14:paraId="1D8B9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A97C91" w14:textId="4A6D0967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47D5ECD" w14:textId="77777777" w:rsidTr="669FA6FC">
        <w:tc>
          <w:tcPr>
            <w:tcW w:w="2694" w:type="dxa"/>
            <w:vAlign w:val="center"/>
          </w:tcPr>
          <w:p w14:paraId="06A8F7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5A811" w14:textId="77777777" w:rsidR="00923D7D" w:rsidRPr="009C54AE" w:rsidRDefault="00191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3451E" w:rsidRPr="009C54AE" w14:paraId="5A5EC863" w14:textId="77777777" w:rsidTr="669FA6FC">
        <w:tc>
          <w:tcPr>
            <w:tcW w:w="2694" w:type="dxa"/>
            <w:vAlign w:val="center"/>
          </w:tcPr>
          <w:p w14:paraId="08AADB62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AEEA4A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F3451E" w:rsidRPr="009C54AE" w14:paraId="3AB67EA7" w14:textId="77777777" w:rsidTr="669FA6FC">
        <w:tc>
          <w:tcPr>
            <w:tcW w:w="2694" w:type="dxa"/>
            <w:vAlign w:val="center"/>
          </w:tcPr>
          <w:p w14:paraId="013A5DF4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300E7" w14:textId="60438D9A" w:rsidR="00F3451E" w:rsidRPr="009C54AE" w:rsidRDefault="00387B66" w:rsidP="7DD4C9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D37625A" w:rsidRPr="669FA6F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3451E" w:rsidRPr="669FA6FC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14:paraId="06259EB8" w14:textId="7D7C1B4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B53E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24772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183E91" w14:textId="77777777" w:rsidTr="78B061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E6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98AE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9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B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EB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C3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40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F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4D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2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FB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0A72947" w14:textId="77777777" w:rsidTr="78B061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ED69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9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057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6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C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1B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02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2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6F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D0EF" w14:textId="32A21EC0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="7445FCF7" w:rsidRPr="78B06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E77B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772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B81E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FF9B56" w14:textId="77777777" w:rsidR="00E331DB" w:rsidRDefault="00E331DB" w:rsidP="00E331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3F6F1DC" w14:textId="77777777" w:rsidR="00E331DB" w:rsidRPr="00E331DB" w:rsidRDefault="00E331DB" w:rsidP="00E331D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5355B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8DBD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379B64" w14:textId="77777777" w:rsidR="009C54AE" w:rsidRDefault="00F345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2510F2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E9A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988D5" w14:textId="77777777" w:rsidTr="00745302">
        <w:tc>
          <w:tcPr>
            <w:tcW w:w="9670" w:type="dxa"/>
          </w:tcPr>
          <w:p w14:paraId="7D32DEC8" w14:textId="77777777" w:rsidR="0085747A" w:rsidRPr="009C54AE" w:rsidRDefault="00F345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42315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3F79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3F84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BE7E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F59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F3451E" w:rsidRPr="009C54AE" w14:paraId="2525B18D" w14:textId="77777777" w:rsidTr="00F3451E">
        <w:tc>
          <w:tcPr>
            <w:tcW w:w="841" w:type="dxa"/>
            <w:vAlign w:val="center"/>
          </w:tcPr>
          <w:p w14:paraId="3DC9A0F8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B3115F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="00F3451E" w:rsidRPr="009C54AE" w14:paraId="056B5331" w14:textId="77777777" w:rsidTr="00F3451E">
        <w:tc>
          <w:tcPr>
            <w:tcW w:w="841" w:type="dxa"/>
            <w:vAlign w:val="center"/>
          </w:tcPr>
          <w:p w14:paraId="321946DD" w14:textId="77777777" w:rsidR="00F3451E" w:rsidRPr="002623F7" w:rsidRDefault="00F3451E" w:rsidP="00F345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EC0618F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3451E" w:rsidRPr="009C54AE" w14:paraId="542B3D50" w14:textId="77777777" w:rsidTr="00F3451E">
        <w:tc>
          <w:tcPr>
            <w:tcW w:w="841" w:type="dxa"/>
            <w:vAlign w:val="center"/>
          </w:tcPr>
          <w:p w14:paraId="016320AC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2E91DDB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="00F3451E" w:rsidRPr="009C54AE" w14:paraId="249582FF" w14:textId="77777777" w:rsidTr="00F3451E">
        <w:tc>
          <w:tcPr>
            <w:tcW w:w="841" w:type="dxa"/>
            <w:vAlign w:val="center"/>
          </w:tcPr>
          <w:p w14:paraId="19DC1AC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2BFD042A" w14:textId="77777777" w:rsidR="00F3451E" w:rsidRPr="0094491A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6CF2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D430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B5F55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2E42F25" w14:textId="77777777" w:rsidTr="669FA6FC">
        <w:tc>
          <w:tcPr>
            <w:tcW w:w="1681" w:type="dxa"/>
            <w:vAlign w:val="center"/>
          </w:tcPr>
          <w:p w14:paraId="13572D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26FF3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E6DE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451E" w:rsidRPr="009C54AE" w14:paraId="23A542E9" w14:textId="77777777" w:rsidTr="669FA6FC">
        <w:tc>
          <w:tcPr>
            <w:tcW w:w="1681" w:type="dxa"/>
          </w:tcPr>
          <w:p w14:paraId="56F156DD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39E2D83" w14:textId="77777777" w:rsidR="00F3451E" w:rsidRPr="009C54AE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14:paraId="6644AA2B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14:paraId="73411A92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3451E" w:rsidRPr="009C54AE" w14:paraId="67EE825A" w14:textId="77777777" w:rsidTr="669FA6FC">
        <w:tc>
          <w:tcPr>
            <w:tcW w:w="1681" w:type="dxa"/>
          </w:tcPr>
          <w:p w14:paraId="16049F77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A666242" w14:textId="77777777" w:rsidR="00F3451E" w:rsidRPr="001D2387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14:paraId="54D4697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14:paraId="73E02013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="2C4B1036" w:rsidRPr="669FA6FC">
              <w:rPr>
                <w:rFonts w:ascii="Corbel" w:hAnsi="Corbel" w:cs="Times New Roman"/>
              </w:rPr>
              <w:t>04</w:t>
            </w:r>
          </w:p>
          <w:p w14:paraId="1A8B2A9D" w14:textId="64A14821" w:rsidR="00BF4047" w:rsidRPr="00E03E13" w:rsidRDefault="00BF4047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14:paraId="3165F38F" w14:textId="77777777" w:rsidTr="669FA6FC">
        <w:tc>
          <w:tcPr>
            <w:tcW w:w="1681" w:type="dxa"/>
          </w:tcPr>
          <w:p w14:paraId="1F33DD89" w14:textId="1914976F" w:rsidR="3A490C93" w:rsidRDefault="3A490C93" w:rsidP="669FA6FC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4D12ABB" w14:textId="400C0E3E" w:rsidR="25733C37" w:rsidRDefault="25733C37" w:rsidP="669FA6FC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14:paraId="2C2D97A3" w14:textId="77777777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14:paraId="323BDE5E" w14:textId="079AD5FA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="00F3451E" w:rsidRPr="009C54AE" w14:paraId="2BAC0CF5" w14:textId="77777777" w:rsidTr="669FA6FC">
        <w:tc>
          <w:tcPr>
            <w:tcW w:w="1681" w:type="dxa"/>
          </w:tcPr>
          <w:p w14:paraId="440BB52D" w14:textId="27F0E3D1" w:rsidR="00F3451E" w:rsidRPr="009C54AE" w:rsidRDefault="00F3451E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0B1950A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0324A34" w14:textId="77777777" w:rsidR="00F3451E" w:rsidRPr="00225ABF" w:rsidRDefault="00F3451E" w:rsidP="009C4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>Zachowuje ostrożność w procesie wyboru formy finansowania przedsięwzięcia. Podejmuje wielokierunkową analizę dążącą do uzyskania jak najlepszego wyboru efektywnego projektu przedsięwzięcia.</w:t>
            </w:r>
          </w:p>
        </w:tc>
        <w:tc>
          <w:tcPr>
            <w:tcW w:w="1865" w:type="dxa"/>
          </w:tcPr>
          <w:p w14:paraId="745571F9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14:paraId="0D02496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2BC7D110" w14:textId="77777777" w:rsidR="00F3451E" w:rsidRPr="00E03E13" w:rsidRDefault="00F3451E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79EB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3AE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9BE58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601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A40590" w14:textId="77777777" w:rsidTr="00F3451E">
        <w:tc>
          <w:tcPr>
            <w:tcW w:w="9520" w:type="dxa"/>
          </w:tcPr>
          <w:p w14:paraId="33EC19B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451E" w:rsidRPr="009C54AE" w14:paraId="389C91D8" w14:textId="77777777" w:rsidTr="00F3451E">
        <w:tc>
          <w:tcPr>
            <w:tcW w:w="9520" w:type="dxa"/>
          </w:tcPr>
          <w:p w14:paraId="467604A2" w14:textId="77777777" w:rsidR="00F3451E" w:rsidRPr="00387B66" w:rsidRDefault="00387B66" w:rsidP="00F3451E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="00387B66" w:rsidRPr="009C54AE" w14:paraId="69274100" w14:textId="77777777" w:rsidTr="00F3451E">
        <w:tc>
          <w:tcPr>
            <w:tcW w:w="9520" w:type="dxa"/>
          </w:tcPr>
          <w:p w14:paraId="6993E0E3" w14:textId="77777777" w:rsidR="00387B66" w:rsidRDefault="00387B66" w:rsidP="00387B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="00387B66" w:rsidRPr="009C54AE" w14:paraId="62BCF22E" w14:textId="77777777" w:rsidTr="00F3451E">
        <w:tc>
          <w:tcPr>
            <w:tcW w:w="9520" w:type="dxa"/>
          </w:tcPr>
          <w:p w14:paraId="21F5835B" w14:textId="77777777" w:rsidR="00387B66" w:rsidRPr="00387B66" w:rsidRDefault="00387B66" w:rsidP="00387B66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87B66" w:rsidRPr="009C54AE" w14:paraId="72CDD7A9" w14:textId="77777777" w:rsidTr="00F3451E">
        <w:tc>
          <w:tcPr>
            <w:tcW w:w="9520" w:type="dxa"/>
          </w:tcPr>
          <w:p w14:paraId="05A3AA6D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="00387B66" w:rsidRPr="009C54AE" w14:paraId="28B88393" w14:textId="77777777" w:rsidTr="00F3451E">
        <w:tc>
          <w:tcPr>
            <w:tcW w:w="9520" w:type="dxa"/>
          </w:tcPr>
          <w:p w14:paraId="5DD753D9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="00387B66" w:rsidRPr="009C54AE" w14:paraId="1105E7FC" w14:textId="77777777" w:rsidTr="00F3451E">
        <w:tc>
          <w:tcPr>
            <w:tcW w:w="9520" w:type="dxa"/>
          </w:tcPr>
          <w:p w14:paraId="499C6CC7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14:paraId="2AA17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A15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12B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6A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34466" w14:textId="77777777" w:rsidR="009F1407" w:rsidRPr="009C54AE" w:rsidRDefault="00D3402F" w:rsidP="009F14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lastRenderedPageBreak/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="009F1407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9F1407" w:rsidRP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="009F1407"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="009F1407">
        <w:rPr>
          <w:rFonts w:ascii="Corbel" w:hAnsi="Corbel"/>
          <w:b w:val="0"/>
          <w:smallCaps w:val="0"/>
          <w:szCs w:val="24"/>
        </w:rPr>
        <w:t>.</w:t>
      </w:r>
    </w:p>
    <w:p w14:paraId="4733F4A4" w14:textId="77777777" w:rsidR="009F1407" w:rsidRPr="00B0319D" w:rsidRDefault="009F1407" w:rsidP="009F1407">
      <w:pPr>
        <w:spacing w:after="120"/>
        <w:jc w:val="both"/>
        <w:rPr>
          <w:rFonts w:ascii="Corbel" w:hAnsi="Corbel"/>
          <w:sz w:val="23"/>
          <w:szCs w:val="23"/>
        </w:rPr>
      </w:pPr>
    </w:p>
    <w:p w14:paraId="2BAAE0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65D4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A411E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50A3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034CA8" w14:textId="77777777" w:rsidTr="669FA6FC">
        <w:tc>
          <w:tcPr>
            <w:tcW w:w="1962" w:type="dxa"/>
            <w:vAlign w:val="center"/>
          </w:tcPr>
          <w:p w14:paraId="2BA380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7953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AD5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51EC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714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D2818" w:rsidRPr="009C54AE" w14:paraId="1A8B2395" w14:textId="77777777" w:rsidTr="669FA6FC">
        <w:tc>
          <w:tcPr>
            <w:tcW w:w="1962" w:type="dxa"/>
          </w:tcPr>
          <w:p w14:paraId="68A08BCA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721FBE83" w14:textId="61A9DE03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46DCAAA4" w14:textId="25CB358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D2818" w:rsidRPr="009C54AE" w14:paraId="5FA525C0" w14:textId="77777777" w:rsidTr="669FA6FC">
        <w:tc>
          <w:tcPr>
            <w:tcW w:w="1962" w:type="dxa"/>
          </w:tcPr>
          <w:p w14:paraId="66E0C1F9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577E6C29" w14:textId="5C35F1E8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280840A8" w14:textId="15E24CE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14:paraId="047C3E01" w14:textId="77777777" w:rsidTr="669FA6FC">
        <w:tc>
          <w:tcPr>
            <w:tcW w:w="1962" w:type="dxa"/>
          </w:tcPr>
          <w:p w14:paraId="71BA6281" w14:textId="7779C582" w:rsidR="669FA6FC" w:rsidRDefault="669FA6FC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2CCFBDEA" w:rsidRPr="669FA6F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14:paraId="62C2B781" w14:textId="5C35F1E8" w:rsidR="669FA6FC" w:rsidRDefault="669FA6FC" w:rsidP="669FA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14:paraId="391E9FEB" w14:textId="15E24CE2" w:rsidR="669FA6FC" w:rsidRDefault="669FA6FC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003D2818" w:rsidRPr="009C54AE" w14:paraId="77730AA8" w14:textId="77777777" w:rsidTr="669FA6FC">
        <w:tc>
          <w:tcPr>
            <w:tcW w:w="1962" w:type="dxa"/>
          </w:tcPr>
          <w:p w14:paraId="5DA623D8" w14:textId="710AD58B" w:rsidR="003D2818" w:rsidRPr="009C54AE" w:rsidRDefault="08EB92C9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313D540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14:paraId="49BA014A" w14:textId="1DB19092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7FD05C54" w14:textId="6FD2B417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36CD0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63F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1688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412DAA" w14:textId="77777777" w:rsidTr="04EF2D7B">
        <w:tc>
          <w:tcPr>
            <w:tcW w:w="9670" w:type="dxa"/>
          </w:tcPr>
          <w:p w14:paraId="3CD035FF" w14:textId="0C88862E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</w:t>
            </w:r>
            <w:r w:rsidR="1A8D6590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5DC6633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 oceną</w:t>
            </w:r>
          </w:p>
          <w:p w14:paraId="1F984CCF" w14:textId="6B73D208" w:rsidR="0085747A" w:rsidRPr="003D2818" w:rsidRDefault="79DFD828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="2049442A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2</w:t>
            </w:r>
            <w:r w:rsidR="50590F3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="6CFEEB9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14:paraId="6D8B0A57" w14:textId="5A9977A7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</w:t>
            </w:r>
            <w:r w:rsidR="0EC89D0C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="583F4FF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</w:t>
            </w:r>
          </w:p>
          <w:p w14:paraId="55EA0236" w14:textId="02E1A435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CDD0EC2" w14:textId="73D8D4AD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570436DB" w14:textId="0F3D8D9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F531943" w14:textId="2B4CE52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518E408" w14:textId="26D1329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02ECB7C" w14:textId="03084FD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5818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ED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8088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F29B306" w14:textId="77777777" w:rsidTr="003E1941">
        <w:tc>
          <w:tcPr>
            <w:tcW w:w="4962" w:type="dxa"/>
            <w:vAlign w:val="center"/>
          </w:tcPr>
          <w:p w14:paraId="7EFE93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D5B71" w14:textId="1D2E697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F02F08" w14:textId="77777777" w:rsidTr="00923D7D">
        <w:tc>
          <w:tcPr>
            <w:tcW w:w="4962" w:type="dxa"/>
          </w:tcPr>
          <w:p w14:paraId="2DC5D7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AE0D6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F0D8A6" w14:textId="77777777" w:rsidTr="00923D7D">
        <w:tc>
          <w:tcPr>
            <w:tcW w:w="4962" w:type="dxa"/>
          </w:tcPr>
          <w:p w14:paraId="254936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AC4D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29A020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92A442" w14:textId="77777777" w:rsidTr="00923D7D">
        <w:tc>
          <w:tcPr>
            <w:tcW w:w="4962" w:type="dxa"/>
          </w:tcPr>
          <w:p w14:paraId="75DB5650" w14:textId="2454E9DF" w:rsidR="00C61DC5" w:rsidRPr="009C54AE" w:rsidRDefault="00C61DC5" w:rsidP="00E33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A8B42E7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14:paraId="310096F2" w14:textId="77777777" w:rsidTr="00923D7D">
        <w:tc>
          <w:tcPr>
            <w:tcW w:w="4962" w:type="dxa"/>
          </w:tcPr>
          <w:p w14:paraId="53B45A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EFC25F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05FEF48" w14:textId="77777777" w:rsidTr="00923D7D">
        <w:tc>
          <w:tcPr>
            <w:tcW w:w="4962" w:type="dxa"/>
          </w:tcPr>
          <w:p w14:paraId="7EAB92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732BBEB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B468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D7D19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A9E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8C13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3EC1D75" w14:textId="77777777" w:rsidTr="003D05CF">
        <w:trPr>
          <w:trHeight w:val="397"/>
        </w:trPr>
        <w:tc>
          <w:tcPr>
            <w:tcW w:w="2359" w:type="pct"/>
          </w:tcPr>
          <w:p w14:paraId="76D67D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DAAFE57" w14:textId="0153BDFC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6EFA63" w14:textId="77777777" w:rsidTr="003D05CF">
        <w:trPr>
          <w:trHeight w:val="397"/>
        </w:trPr>
        <w:tc>
          <w:tcPr>
            <w:tcW w:w="2359" w:type="pct"/>
          </w:tcPr>
          <w:p w14:paraId="5432E0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EE612E0" w14:textId="04AC281E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886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03A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19B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317B" w:rsidRPr="009C54AE" w14:paraId="7D6FDF9C" w14:textId="77777777" w:rsidTr="04EF2D7B">
        <w:trPr>
          <w:trHeight w:val="397"/>
        </w:trPr>
        <w:tc>
          <w:tcPr>
            <w:tcW w:w="5000" w:type="pct"/>
          </w:tcPr>
          <w:p w14:paraId="5E4DAE0F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B6577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 M., Cieślik R., Projekty inwestycyjne. Finasowanie, budżetowanie, ocena efektywności, Warszawa 2016.</w:t>
            </w:r>
          </w:p>
          <w:p w14:paraId="67107546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Manikowski Z., Tarapata Z., Ocena projektów gospodarczych (cz. I i II), Warszawa 2001.</w:t>
            </w:r>
          </w:p>
        </w:tc>
      </w:tr>
      <w:tr w:rsidR="0074317B" w:rsidRPr="009C54AE" w14:paraId="355A1431" w14:textId="77777777" w:rsidTr="04EF2D7B">
        <w:trPr>
          <w:trHeight w:val="397"/>
        </w:trPr>
        <w:tc>
          <w:tcPr>
            <w:tcW w:w="5000" w:type="pct"/>
          </w:tcPr>
          <w:p w14:paraId="47E25410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FD555" w14:textId="77777777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 xml:space="preserve">Kordela D., Pawłowski M., Gospodarka finansowa przedsiębiorstwa. Długoterminowe decyzje finansowe, Kraków 2018. </w:t>
            </w:r>
          </w:p>
          <w:p w14:paraId="56ED1D22" w14:textId="7D95EF92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 A., Wysocki J., Przygotowanie i ocena projektów inwestycyjnych, Warszawa 2013.</w:t>
            </w:r>
          </w:p>
          <w:p w14:paraId="6A6810D1" w14:textId="2B76DE8A" w:rsidR="0074317B" w:rsidRPr="0074317B" w:rsidRDefault="55D37A46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="552EABB9" w:rsidRPr="04EF2D7B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="5FE6A2D5" w:rsidRPr="04EF2D7B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14:paraId="5BC57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41C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5A68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0283C" w14:textId="77777777" w:rsidR="00FC6988" w:rsidRDefault="00FC6988" w:rsidP="00C16ABF">
      <w:pPr>
        <w:spacing w:after="0" w:line="240" w:lineRule="auto"/>
      </w:pPr>
      <w:r>
        <w:separator/>
      </w:r>
    </w:p>
  </w:endnote>
  <w:endnote w:type="continuationSeparator" w:id="0">
    <w:p w14:paraId="4EC0F4C0" w14:textId="77777777" w:rsidR="00FC6988" w:rsidRDefault="00FC69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1271E7" w14:textId="77777777" w:rsidR="00FC6988" w:rsidRDefault="00FC6988" w:rsidP="00C16ABF">
      <w:pPr>
        <w:spacing w:after="0" w:line="240" w:lineRule="auto"/>
      </w:pPr>
      <w:r>
        <w:separator/>
      </w:r>
    </w:p>
  </w:footnote>
  <w:footnote w:type="continuationSeparator" w:id="0">
    <w:p w14:paraId="3F5BBF43" w14:textId="77777777" w:rsidR="00FC6988" w:rsidRDefault="00FC6988" w:rsidP="00C16ABF">
      <w:pPr>
        <w:spacing w:after="0" w:line="240" w:lineRule="auto"/>
      </w:pPr>
      <w:r>
        <w:continuationSeparator/>
      </w:r>
    </w:p>
  </w:footnote>
  <w:footnote w:id="1">
    <w:p w14:paraId="2392434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E09C0"/>
    <w:rsid w:val="00DE173D"/>
    <w:rsid w:val="00DE4A14"/>
    <w:rsid w:val="00DF320D"/>
    <w:rsid w:val="00DF56D6"/>
    <w:rsid w:val="00DF71C8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490C93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31DB"/>
  </w:style>
  <w:style w:type="character" w:customStyle="1" w:styleId="spellingerror">
    <w:name w:val="spellingerror"/>
    <w:basedOn w:val="Domylnaczcionkaakapitu"/>
    <w:rsid w:val="00E331DB"/>
  </w:style>
  <w:style w:type="character" w:customStyle="1" w:styleId="eop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EE1AEE-A905-4C5E-A4FC-179DABF1A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EBDA67-6EB7-AD40-87FD-0FABC0FC17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812</Words>
  <Characters>4876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39</cp:revision>
  <cp:lastPrinted>2019-02-06T12:12:00Z</cp:lastPrinted>
  <dcterms:created xsi:type="dcterms:W3CDTF">2020-10-18T15:11:00Z</dcterms:created>
  <dcterms:modified xsi:type="dcterms:W3CDTF">2020-12-09T06:04:00Z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